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320" w:type="dxa"/>
        <w:tblInd w:w="97" w:type="dxa"/>
        <w:tblLook w:val="01E0" w:firstRow="1" w:lastRow="1" w:firstColumn="1" w:lastColumn="1" w:noHBand="0" w:noVBand="0"/>
      </w:tblPr>
      <w:tblGrid>
        <w:gridCol w:w="3217"/>
        <w:gridCol w:w="3962"/>
        <w:gridCol w:w="3141"/>
      </w:tblGrid>
      <w:tr w:rsidR="001A0D3D" w:rsidRPr="007F3534" w:rsidTr="007F3534">
        <w:trPr>
          <w:trHeight w:val="944"/>
        </w:trPr>
        <w:tc>
          <w:tcPr>
            <w:tcW w:w="3217" w:type="dxa"/>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62" w:type="dxa"/>
          </w:tcPr>
          <w:p w:rsidR="001A0D3D" w:rsidRPr="00C95C01" w:rsidRDefault="001A0D3D" w:rsidP="001A0D3D">
            <w:pPr>
              <w:pStyle w:val="a3"/>
              <w:rPr>
                <w:szCs w:val="28"/>
              </w:rPr>
            </w:pPr>
          </w:p>
        </w:tc>
        <w:tc>
          <w:tcPr>
            <w:tcW w:w="3141" w:type="dxa"/>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7F3534" w:rsidRDefault="001A0D3D" w:rsidP="001A0D3D">
            <w:pPr>
              <w:pStyle w:val="a3"/>
              <w:ind w:firstLine="0"/>
              <w:jc w:val="right"/>
              <w:rPr>
                <w:sz w:val="24"/>
                <w:szCs w:val="24"/>
              </w:rPr>
            </w:pPr>
            <w:r w:rsidRPr="007864A1">
              <w:rPr>
                <w:sz w:val="24"/>
                <w:szCs w:val="24"/>
                <w:lang w:val="en-US"/>
              </w:rPr>
              <w:t>e</w:t>
            </w:r>
            <w:r w:rsidRPr="007F3534">
              <w:rPr>
                <w:sz w:val="24"/>
                <w:szCs w:val="24"/>
              </w:rPr>
              <w:t>-</w:t>
            </w:r>
            <w:r w:rsidRPr="007864A1">
              <w:rPr>
                <w:sz w:val="24"/>
                <w:szCs w:val="24"/>
                <w:lang w:val="en-US"/>
              </w:rPr>
              <w:t>mail</w:t>
            </w:r>
            <w:r w:rsidRPr="007F3534">
              <w:rPr>
                <w:sz w:val="24"/>
                <w:szCs w:val="24"/>
              </w:rPr>
              <w:t xml:space="preserve">: </w:t>
            </w:r>
            <w:r w:rsidRPr="007864A1">
              <w:rPr>
                <w:sz w:val="24"/>
                <w:szCs w:val="24"/>
                <w:lang w:val="en-US"/>
              </w:rPr>
              <w:t>k</w:t>
            </w:r>
            <w:r w:rsidRPr="007F3534">
              <w:rPr>
                <w:sz w:val="24"/>
                <w:szCs w:val="24"/>
                <w:u w:val="single"/>
              </w:rPr>
              <w:t>_</w:t>
            </w:r>
            <w:r w:rsidRPr="007864A1">
              <w:rPr>
                <w:sz w:val="24"/>
                <w:szCs w:val="24"/>
                <w:lang w:val="en-US"/>
              </w:rPr>
              <w:t>gos</w:t>
            </w:r>
            <w:r w:rsidRPr="007F3534">
              <w:rPr>
                <w:sz w:val="24"/>
                <w:szCs w:val="24"/>
              </w:rPr>
              <w:t>@</w:t>
            </w:r>
            <w:r w:rsidRPr="00BC47C8">
              <w:rPr>
                <w:sz w:val="24"/>
                <w:szCs w:val="24"/>
                <w:lang w:val="en-US"/>
              </w:rPr>
              <w:t>zs</w:t>
            </w:r>
            <w:r w:rsidRPr="007864A1">
              <w:rPr>
                <w:sz w:val="24"/>
                <w:szCs w:val="24"/>
                <w:lang w:val="en-US"/>
              </w:rPr>
              <w:t>nso</w:t>
            </w:r>
            <w:r w:rsidRPr="007F3534">
              <w:rPr>
                <w:sz w:val="24"/>
                <w:szCs w:val="24"/>
              </w:rPr>
              <w:t>.</w:t>
            </w:r>
            <w:r w:rsidRPr="007864A1">
              <w:rPr>
                <w:sz w:val="24"/>
                <w:szCs w:val="24"/>
                <w:lang w:val="en-US"/>
              </w:rPr>
              <w:t>ru</w:t>
            </w:r>
          </w:p>
        </w:tc>
      </w:tr>
    </w:tbl>
    <w:p w:rsidR="003420EA" w:rsidRPr="003420EA" w:rsidRDefault="00DC0635" w:rsidP="007F3534">
      <w:pPr>
        <w:pBdr>
          <w:top w:val="single" w:sz="4" w:space="1" w:color="auto"/>
        </w:pBdr>
        <w:ind w:left="284"/>
        <w:jc w:val="both"/>
        <w:rPr>
          <w:bCs w:val="0"/>
          <w:sz w:val="24"/>
          <w:szCs w:val="24"/>
        </w:rPr>
      </w:pPr>
      <w:r>
        <w:rPr>
          <w:bCs w:val="0"/>
          <w:sz w:val="24"/>
          <w:szCs w:val="24"/>
        </w:rPr>
        <w:t>1</w:t>
      </w:r>
      <w:r w:rsidR="00D64582">
        <w:rPr>
          <w:bCs w:val="0"/>
          <w:sz w:val="24"/>
          <w:szCs w:val="24"/>
        </w:rPr>
        <w:t>7</w:t>
      </w:r>
      <w:r w:rsidR="00972DAA" w:rsidRPr="00972DAA">
        <w:rPr>
          <w:bCs w:val="0"/>
          <w:sz w:val="24"/>
          <w:szCs w:val="24"/>
        </w:rPr>
        <w:t>.0</w:t>
      </w:r>
      <w:r w:rsidR="00D64582">
        <w:rPr>
          <w:bCs w:val="0"/>
          <w:sz w:val="24"/>
          <w:szCs w:val="24"/>
        </w:rPr>
        <w:t>7</w:t>
      </w:r>
      <w:r w:rsidR="00972DAA" w:rsidRPr="00972DAA">
        <w:rPr>
          <w:bCs w:val="0"/>
          <w:sz w:val="24"/>
          <w:szCs w:val="24"/>
        </w:rPr>
        <w:t xml:space="preserve">.2023   </w:t>
      </w:r>
      <w:r w:rsidR="003420EA" w:rsidRPr="003420EA">
        <w:rPr>
          <w:bCs w:val="0"/>
          <w:sz w:val="24"/>
          <w:szCs w:val="24"/>
        </w:rPr>
        <w:t xml:space="preserve">№ 11/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Председателю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Законодательного Собрания Новосибирской области </w:t>
      </w:r>
    </w:p>
    <w:p w:rsidR="009A52CD" w:rsidRDefault="009A52CD" w:rsidP="007F3534">
      <w:pPr>
        <w:tabs>
          <w:tab w:val="left" w:pos="5812"/>
        </w:tabs>
        <w:spacing w:line="300" w:lineRule="exact"/>
        <w:ind w:left="6096" w:right="140"/>
        <w:jc w:val="both"/>
        <w:rPr>
          <w:bCs w:val="0"/>
          <w:szCs w:val="20"/>
        </w:rPr>
      </w:pP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Шимкиву</w:t>
      </w:r>
      <w:r w:rsidR="009A52CD" w:rsidRPr="009A52CD">
        <w:rPr>
          <w:bCs w:val="0"/>
          <w:szCs w:val="20"/>
        </w:rPr>
        <w:t xml:space="preserve"> </w:t>
      </w:r>
      <w:r w:rsidR="009A52CD" w:rsidRPr="003420EA">
        <w:rPr>
          <w:bCs w:val="0"/>
          <w:szCs w:val="20"/>
        </w:rPr>
        <w:t>А.И.</w:t>
      </w:r>
    </w:p>
    <w:p w:rsidR="003420EA" w:rsidRPr="003420EA" w:rsidRDefault="003420EA" w:rsidP="007F3534">
      <w:pPr>
        <w:spacing w:line="300" w:lineRule="exact"/>
        <w:ind w:right="-341"/>
        <w:jc w:val="center"/>
        <w:rPr>
          <w:bCs w:val="0"/>
          <w:szCs w:val="20"/>
        </w:rPr>
      </w:pPr>
    </w:p>
    <w:p w:rsidR="003420EA" w:rsidRPr="003420EA" w:rsidRDefault="003420EA" w:rsidP="007F3534">
      <w:pPr>
        <w:spacing w:line="300" w:lineRule="exact"/>
        <w:ind w:right="-341"/>
        <w:jc w:val="center"/>
        <w:rPr>
          <w:bCs w:val="0"/>
          <w:szCs w:val="20"/>
        </w:rPr>
      </w:pPr>
      <w:r w:rsidRPr="003420EA">
        <w:rPr>
          <w:bCs w:val="0"/>
          <w:szCs w:val="20"/>
        </w:rPr>
        <w:t>Уважаемый Андрей Иванович!</w:t>
      </w:r>
    </w:p>
    <w:p w:rsidR="003420EA" w:rsidRPr="003420EA" w:rsidRDefault="003420EA" w:rsidP="007F3534">
      <w:pPr>
        <w:spacing w:line="300" w:lineRule="exact"/>
        <w:ind w:right="-341"/>
        <w:jc w:val="both"/>
        <w:rPr>
          <w:bCs w:val="0"/>
          <w:szCs w:val="20"/>
        </w:rPr>
      </w:pPr>
    </w:p>
    <w:p w:rsidR="00D81355" w:rsidRPr="00405CCB" w:rsidRDefault="00D81355" w:rsidP="009A52CD">
      <w:pPr>
        <w:spacing w:line="300" w:lineRule="exact"/>
        <w:ind w:firstLine="709"/>
        <w:jc w:val="both"/>
        <w:rPr>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D64582" w:rsidRPr="00D64582">
        <w:t>«</w:t>
      </w:r>
      <w:bookmarkStart w:id="0" w:name="_GoBack"/>
      <w:r w:rsidR="00D64582" w:rsidRPr="00D64582">
        <w:t>О внесении изменений в отдельные законы Новосибирской области, регулирующие вопросы правового статуса лиц, замещающих государственные должности Новосибирской области</w:t>
      </w:r>
      <w:bookmarkEnd w:id="0"/>
      <w:r w:rsidR="00D64582" w:rsidRPr="00D64582">
        <w:t>»</w:t>
      </w:r>
      <w:r w:rsidR="000B48FD" w:rsidRPr="00405CCB">
        <w:rPr>
          <w:bCs w:val="0"/>
        </w:rPr>
        <w:t>.</w:t>
      </w:r>
    </w:p>
    <w:p w:rsidR="00A5310B" w:rsidRDefault="00D81355" w:rsidP="002F3FB4">
      <w:pPr>
        <w:spacing w:line="300" w:lineRule="exact"/>
        <w:ind w:firstLine="708"/>
        <w:jc w:val="both"/>
        <w:rPr>
          <w:bCs w:val="0"/>
          <w:szCs w:val="20"/>
        </w:rPr>
      </w:pPr>
      <w:r w:rsidRPr="00D81355">
        <w:rPr>
          <w:bCs w:val="0"/>
          <w:szCs w:val="20"/>
        </w:rPr>
        <w:t>Представителем комитета на всех стадиях рассмотрения указанного законопроекта в Законодательном Собрании Новосибирской области назначен председател</w:t>
      </w:r>
      <w:r w:rsidR="00CC7CE2">
        <w:rPr>
          <w:bCs w:val="0"/>
          <w:szCs w:val="20"/>
        </w:rPr>
        <w:t>ь</w:t>
      </w:r>
      <w:r w:rsidRPr="00D81355">
        <w:rPr>
          <w:bCs w:val="0"/>
          <w:szCs w:val="20"/>
        </w:rPr>
        <w:t xml:space="preserve"> комитета по государственной политике, законодательству и местному самоуправлению, депутат </w:t>
      </w:r>
      <w:r w:rsidR="00CC7CE2">
        <w:rPr>
          <w:bCs w:val="0"/>
          <w:szCs w:val="20"/>
        </w:rPr>
        <w:t>Умербаев Игорь Равильевич</w:t>
      </w:r>
      <w:r w:rsidR="002F3FB4" w:rsidRPr="002F3FB4">
        <w:rPr>
          <w:bCs w:val="0"/>
          <w:szCs w:val="20"/>
        </w:rPr>
        <w:t xml:space="preserve">.   </w:t>
      </w:r>
    </w:p>
    <w:p w:rsidR="002F3FB4" w:rsidRDefault="002F3FB4" w:rsidP="002F3FB4">
      <w:pPr>
        <w:spacing w:line="300" w:lineRule="exact"/>
        <w:ind w:firstLine="708"/>
        <w:jc w:val="both"/>
        <w:rPr>
          <w:bCs w:val="0"/>
          <w:szCs w:val="20"/>
        </w:rPr>
      </w:pPr>
    </w:p>
    <w:p w:rsidR="00D81355" w:rsidRPr="00D81355" w:rsidRDefault="00D81355" w:rsidP="007F3534">
      <w:pPr>
        <w:spacing w:line="300" w:lineRule="exact"/>
        <w:ind w:firstLine="709"/>
        <w:jc w:val="both"/>
        <w:rPr>
          <w:bCs w:val="0"/>
          <w:szCs w:val="20"/>
        </w:rPr>
      </w:pPr>
      <w:r w:rsidRPr="00D81355">
        <w:rPr>
          <w:bCs w:val="0"/>
          <w:szCs w:val="20"/>
        </w:rPr>
        <w:t>Приложения:</w:t>
      </w:r>
    </w:p>
    <w:p w:rsidR="00D81355" w:rsidRPr="00D81355" w:rsidRDefault="00D81355" w:rsidP="007F3534">
      <w:pPr>
        <w:numPr>
          <w:ilvl w:val="0"/>
          <w:numId w:val="6"/>
        </w:numPr>
        <w:tabs>
          <w:tab w:val="clear" w:pos="1818"/>
        </w:tabs>
        <w:spacing w:line="300" w:lineRule="exact"/>
        <w:ind w:left="1276" w:hanging="567"/>
        <w:jc w:val="both"/>
        <w:rPr>
          <w:bCs w:val="0"/>
          <w:szCs w:val="20"/>
        </w:rPr>
      </w:pPr>
      <w:r w:rsidRPr="00D81355">
        <w:rPr>
          <w:bCs w:val="0"/>
          <w:szCs w:val="20"/>
        </w:rPr>
        <w:t xml:space="preserve">Проект закона - на </w:t>
      </w:r>
      <w:r w:rsidR="00275983">
        <w:rPr>
          <w:bCs w:val="0"/>
          <w:szCs w:val="20"/>
        </w:rPr>
        <w:t xml:space="preserve">6 </w:t>
      </w:r>
      <w:r w:rsidRPr="00D81355">
        <w:rPr>
          <w:bCs w:val="0"/>
          <w:szCs w:val="20"/>
        </w:rPr>
        <w:t xml:space="preserve">л. в </w:t>
      </w:r>
      <w:r w:rsidR="003366D9">
        <w:rPr>
          <w:bCs w:val="0"/>
          <w:szCs w:val="20"/>
        </w:rPr>
        <w:t>1</w:t>
      </w:r>
      <w:r w:rsidRPr="00D81355">
        <w:rPr>
          <w:bCs w:val="0"/>
          <w:szCs w:val="20"/>
        </w:rPr>
        <w:t xml:space="preserve">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Пояснительная записка -  на </w:t>
      </w:r>
      <w:r w:rsidR="00275983">
        <w:rPr>
          <w:bCs w:val="0"/>
          <w:szCs w:val="20"/>
        </w:rPr>
        <w:t>2</w:t>
      </w:r>
      <w:r w:rsidRPr="00D81355">
        <w:rPr>
          <w:bCs w:val="0"/>
          <w:szCs w:val="20"/>
        </w:rPr>
        <w:t xml:space="preserve"> л. в 1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Финансово-экономическое обоснование - на </w:t>
      </w:r>
      <w:r w:rsidR="00275983">
        <w:rPr>
          <w:bCs w:val="0"/>
          <w:szCs w:val="20"/>
        </w:rPr>
        <w:t>1</w:t>
      </w:r>
      <w:r w:rsidRPr="00D81355">
        <w:rPr>
          <w:bCs w:val="0"/>
          <w:szCs w:val="20"/>
        </w:rPr>
        <w:t xml:space="preserve"> л. в 1 экз.;</w:t>
      </w:r>
    </w:p>
    <w:p w:rsidR="00D81355" w:rsidRPr="00D81355" w:rsidRDefault="00D81355" w:rsidP="007F3534">
      <w:pPr>
        <w:numPr>
          <w:ilvl w:val="0"/>
          <w:numId w:val="6"/>
        </w:numPr>
        <w:tabs>
          <w:tab w:val="num" w:pos="142"/>
        </w:tabs>
        <w:spacing w:line="300" w:lineRule="exact"/>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275983">
        <w:rPr>
          <w:bCs w:val="0"/>
          <w:szCs w:val="20"/>
        </w:rPr>
        <w:t>1</w:t>
      </w:r>
      <w:r w:rsidRPr="00D81355">
        <w:rPr>
          <w:bCs w:val="0"/>
          <w:szCs w:val="20"/>
        </w:rPr>
        <w:t xml:space="preserve"> л. в 1 экз.;</w:t>
      </w:r>
    </w:p>
    <w:p w:rsidR="003D3779" w:rsidRPr="009B7EEE" w:rsidRDefault="00D81355" w:rsidP="007F3534">
      <w:pPr>
        <w:spacing w:line="300" w:lineRule="exact"/>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w:t>
      </w:r>
      <w:r w:rsidR="00EF0858" w:rsidRPr="00D81355">
        <w:rPr>
          <w:bCs w:val="0"/>
          <w:szCs w:val="20"/>
        </w:rPr>
        <w:t>комитета -</w:t>
      </w:r>
      <w:r w:rsidRPr="00D81355">
        <w:rPr>
          <w:bCs w:val="0"/>
          <w:szCs w:val="20"/>
        </w:rPr>
        <w:t xml:space="preserve"> на </w:t>
      </w:r>
      <w:r w:rsidR="00275983">
        <w:rPr>
          <w:bCs w:val="0"/>
          <w:szCs w:val="20"/>
        </w:rPr>
        <w:t>1</w:t>
      </w:r>
      <w:r w:rsidRPr="00D81355">
        <w:rPr>
          <w:bCs w:val="0"/>
          <w:szCs w:val="20"/>
        </w:rPr>
        <w:t xml:space="preserve"> л. в 1 экз.</w:t>
      </w:r>
    </w:p>
    <w:p w:rsidR="001533CB" w:rsidRDefault="001533CB" w:rsidP="007F3534">
      <w:pPr>
        <w:suppressAutoHyphens/>
        <w:spacing w:line="300" w:lineRule="exact"/>
        <w:jc w:val="both"/>
        <w:rPr>
          <w:bCs w:val="0"/>
        </w:rPr>
      </w:pPr>
    </w:p>
    <w:p w:rsidR="00F8407D" w:rsidRPr="001533CB" w:rsidRDefault="00F8407D" w:rsidP="007F3534">
      <w:pPr>
        <w:suppressAutoHyphens/>
        <w:spacing w:line="300" w:lineRule="exact"/>
        <w:jc w:val="both"/>
        <w:rPr>
          <w:bCs w:val="0"/>
        </w:rPr>
      </w:pPr>
    </w:p>
    <w:p w:rsidR="002E2528" w:rsidRDefault="003847F7" w:rsidP="007F3534">
      <w:pPr>
        <w:suppressAutoHyphens/>
        <w:spacing w:line="300" w:lineRule="exact"/>
      </w:pPr>
      <w:r w:rsidRPr="003847F7">
        <w:t xml:space="preserve">Председатель    комитета                                                                                  </w:t>
      </w:r>
      <w:r w:rsidR="009A52CD">
        <w:t>И.Р. Умербаев</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663" w:rsidRDefault="00396663">
      <w:r>
        <w:separator/>
      </w:r>
    </w:p>
  </w:endnote>
  <w:endnote w:type="continuationSeparator" w:id="0">
    <w:p w:rsidR="00396663" w:rsidRDefault="00396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663" w:rsidRDefault="00396663">
      <w:r>
        <w:separator/>
      </w:r>
    </w:p>
  </w:footnote>
  <w:footnote w:type="continuationSeparator" w:id="0">
    <w:p w:rsidR="00396663" w:rsidRDefault="003966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1415C"/>
    <w:rsid w:val="00020534"/>
    <w:rsid w:val="00022EFA"/>
    <w:rsid w:val="00027009"/>
    <w:rsid w:val="000377F5"/>
    <w:rsid w:val="0005032B"/>
    <w:rsid w:val="0005629F"/>
    <w:rsid w:val="00057BDF"/>
    <w:rsid w:val="000636AA"/>
    <w:rsid w:val="00063C46"/>
    <w:rsid w:val="000B48FD"/>
    <w:rsid w:val="000B5986"/>
    <w:rsid w:val="000C3183"/>
    <w:rsid w:val="000E741A"/>
    <w:rsid w:val="000E7574"/>
    <w:rsid w:val="000F7083"/>
    <w:rsid w:val="00105993"/>
    <w:rsid w:val="001167F5"/>
    <w:rsid w:val="0011739B"/>
    <w:rsid w:val="001248A8"/>
    <w:rsid w:val="001316D3"/>
    <w:rsid w:val="0013618C"/>
    <w:rsid w:val="00136773"/>
    <w:rsid w:val="00144CDA"/>
    <w:rsid w:val="001533CB"/>
    <w:rsid w:val="0015491A"/>
    <w:rsid w:val="00164DDA"/>
    <w:rsid w:val="00172DD2"/>
    <w:rsid w:val="001771A8"/>
    <w:rsid w:val="00180DBA"/>
    <w:rsid w:val="001845E5"/>
    <w:rsid w:val="001A0D3D"/>
    <w:rsid w:val="001A5E97"/>
    <w:rsid w:val="001A61A4"/>
    <w:rsid w:val="001B3031"/>
    <w:rsid w:val="001B4926"/>
    <w:rsid w:val="001C2A1B"/>
    <w:rsid w:val="001D5C94"/>
    <w:rsid w:val="001E0010"/>
    <w:rsid w:val="001E1102"/>
    <w:rsid w:val="001E1951"/>
    <w:rsid w:val="001E5380"/>
    <w:rsid w:val="001F2313"/>
    <w:rsid w:val="001F44FF"/>
    <w:rsid w:val="0020104F"/>
    <w:rsid w:val="002064D4"/>
    <w:rsid w:val="00216ADB"/>
    <w:rsid w:val="00242630"/>
    <w:rsid w:val="00244F95"/>
    <w:rsid w:val="002530AB"/>
    <w:rsid w:val="00266EB2"/>
    <w:rsid w:val="00275983"/>
    <w:rsid w:val="002868AD"/>
    <w:rsid w:val="0029198A"/>
    <w:rsid w:val="0029361E"/>
    <w:rsid w:val="00296E94"/>
    <w:rsid w:val="002A5AA9"/>
    <w:rsid w:val="002B0467"/>
    <w:rsid w:val="002B3370"/>
    <w:rsid w:val="002B6541"/>
    <w:rsid w:val="002C11E8"/>
    <w:rsid w:val="002C1E02"/>
    <w:rsid w:val="002D0D6A"/>
    <w:rsid w:val="002D0E03"/>
    <w:rsid w:val="002D2F7C"/>
    <w:rsid w:val="002D635A"/>
    <w:rsid w:val="002E2528"/>
    <w:rsid w:val="002E509D"/>
    <w:rsid w:val="002F3FB4"/>
    <w:rsid w:val="002F7D2C"/>
    <w:rsid w:val="003042A2"/>
    <w:rsid w:val="00312164"/>
    <w:rsid w:val="003130D9"/>
    <w:rsid w:val="00320FBD"/>
    <w:rsid w:val="00323434"/>
    <w:rsid w:val="003358C0"/>
    <w:rsid w:val="003366D9"/>
    <w:rsid w:val="00341AFA"/>
    <w:rsid w:val="003420EA"/>
    <w:rsid w:val="00342239"/>
    <w:rsid w:val="0034395F"/>
    <w:rsid w:val="00346FCB"/>
    <w:rsid w:val="003659EA"/>
    <w:rsid w:val="00365E66"/>
    <w:rsid w:val="00374B78"/>
    <w:rsid w:val="00375285"/>
    <w:rsid w:val="00382E83"/>
    <w:rsid w:val="003847F7"/>
    <w:rsid w:val="00396288"/>
    <w:rsid w:val="00396663"/>
    <w:rsid w:val="003A75E8"/>
    <w:rsid w:val="003B4883"/>
    <w:rsid w:val="003C1252"/>
    <w:rsid w:val="003C4CC0"/>
    <w:rsid w:val="003D3779"/>
    <w:rsid w:val="003E57C5"/>
    <w:rsid w:val="003F6E76"/>
    <w:rsid w:val="004049BF"/>
    <w:rsid w:val="00405CCB"/>
    <w:rsid w:val="004077F6"/>
    <w:rsid w:val="00432D7B"/>
    <w:rsid w:val="00433D4C"/>
    <w:rsid w:val="00444D5A"/>
    <w:rsid w:val="0045009E"/>
    <w:rsid w:val="004609D8"/>
    <w:rsid w:val="0046398B"/>
    <w:rsid w:val="00467A51"/>
    <w:rsid w:val="00472854"/>
    <w:rsid w:val="004773C0"/>
    <w:rsid w:val="00486873"/>
    <w:rsid w:val="0049414B"/>
    <w:rsid w:val="004970F5"/>
    <w:rsid w:val="004B03F0"/>
    <w:rsid w:val="004B23FB"/>
    <w:rsid w:val="004C2A75"/>
    <w:rsid w:val="004C5AF3"/>
    <w:rsid w:val="004D559F"/>
    <w:rsid w:val="004E3DCD"/>
    <w:rsid w:val="004E7862"/>
    <w:rsid w:val="004E7DFD"/>
    <w:rsid w:val="004F0B8B"/>
    <w:rsid w:val="004F1681"/>
    <w:rsid w:val="0051090A"/>
    <w:rsid w:val="00525451"/>
    <w:rsid w:val="00525717"/>
    <w:rsid w:val="00530644"/>
    <w:rsid w:val="00534A84"/>
    <w:rsid w:val="00535BF6"/>
    <w:rsid w:val="00542969"/>
    <w:rsid w:val="0054445E"/>
    <w:rsid w:val="00573D0C"/>
    <w:rsid w:val="0058084C"/>
    <w:rsid w:val="00587FFA"/>
    <w:rsid w:val="0059496A"/>
    <w:rsid w:val="00596F24"/>
    <w:rsid w:val="005978A9"/>
    <w:rsid w:val="005A43CD"/>
    <w:rsid w:val="005B3266"/>
    <w:rsid w:val="005C2AC8"/>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969E2"/>
    <w:rsid w:val="006A5F8B"/>
    <w:rsid w:val="006B5FB7"/>
    <w:rsid w:val="006C2A8F"/>
    <w:rsid w:val="006D46AF"/>
    <w:rsid w:val="006D724A"/>
    <w:rsid w:val="006D78F4"/>
    <w:rsid w:val="006E1888"/>
    <w:rsid w:val="006E35A6"/>
    <w:rsid w:val="006F4142"/>
    <w:rsid w:val="006F6551"/>
    <w:rsid w:val="0070754D"/>
    <w:rsid w:val="00713D3B"/>
    <w:rsid w:val="007222E3"/>
    <w:rsid w:val="0073735E"/>
    <w:rsid w:val="00753877"/>
    <w:rsid w:val="00760D7C"/>
    <w:rsid w:val="00762394"/>
    <w:rsid w:val="00762DC7"/>
    <w:rsid w:val="0076445C"/>
    <w:rsid w:val="0076569E"/>
    <w:rsid w:val="00774879"/>
    <w:rsid w:val="0078676F"/>
    <w:rsid w:val="00787242"/>
    <w:rsid w:val="00793521"/>
    <w:rsid w:val="00797D20"/>
    <w:rsid w:val="00797DEB"/>
    <w:rsid w:val="007A03F2"/>
    <w:rsid w:val="007A602E"/>
    <w:rsid w:val="007A6CA3"/>
    <w:rsid w:val="007C0BDF"/>
    <w:rsid w:val="007C5617"/>
    <w:rsid w:val="007D3B81"/>
    <w:rsid w:val="007E19F3"/>
    <w:rsid w:val="007E3576"/>
    <w:rsid w:val="007F1D05"/>
    <w:rsid w:val="007F3534"/>
    <w:rsid w:val="008017E0"/>
    <w:rsid w:val="00802931"/>
    <w:rsid w:val="008129E0"/>
    <w:rsid w:val="0081369F"/>
    <w:rsid w:val="0081540E"/>
    <w:rsid w:val="008165B1"/>
    <w:rsid w:val="0081730B"/>
    <w:rsid w:val="008233B7"/>
    <w:rsid w:val="00857C23"/>
    <w:rsid w:val="00860D0B"/>
    <w:rsid w:val="008664E3"/>
    <w:rsid w:val="00880FC1"/>
    <w:rsid w:val="0089156E"/>
    <w:rsid w:val="008927FF"/>
    <w:rsid w:val="00894CE0"/>
    <w:rsid w:val="00895CEC"/>
    <w:rsid w:val="008A4E10"/>
    <w:rsid w:val="008A5625"/>
    <w:rsid w:val="008C7C84"/>
    <w:rsid w:val="008D26A4"/>
    <w:rsid w:val="008E34C6"/>
    <w:rsid w:val="008E57BA"/>
    <w:rsid w:val="008E7FAF"/>
    <w:rsid w:val="008F6F6D"/>
    <w:rsid w:val="00921239"/>
    <w:rsid w:val="00931E41"/>
    <w:rsid w:val="00933DBE"/>
    <w:rsid w:val="00934CA2"/>
    <w:rsid w:val="00936617"/>
    <w:rsid w:val="00953DA3"/>
    <w:rsid w:val="0096200E"/>
    <w:rsid w:val="00972DAA"/>
    <w:rsid w:val="00982B37"/>
    <w:rsid w:val="00994DD5"/>
    <w:rsid w:val="009A1F08"/>
    <w:rsid w:val="009A3D1B"/>
    <w:rsid w:val="009A52CD"/>
    <w:rsid w:val="009A6365"/>
    <w:rsid w:val="009B0DDA"/>
    <w:rsid w:val="009B58D3"/>
    <w:rsid w:val="009D38B9"/>
    <w:rsid w:val="009D531A"/>
    <w:rsid w:val="009D556E"/>
    <w:rsid w:val="009E2DC7"/>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26D7"/>
    <w:rsid w:val="00AD39B4"/>
    <w:rsid w:val="00AD5991"/>
    <w:rsid w:val="00AE3E66"/>
    <w:rsid w:val="00AE4320"/>
    <w:rsid w:val="00AE5EF8"/>
    <w:rsid w:val="00AE7448"/>
    <w:rsid w:val="00B01726"/>
    <w:rsid w:val="00B0428C"/>
    <w:rsid w:val="00B051F8"/>
    <w:rsid w:val="00B147CF"/>
    <w:rsid w:val="00B14B8E"/>
    <w:rsid w:val="00B32CB8"/>
    <w:rsid w:val="00B32ED0"/>
    <w:rsid w:val="00B527F4"/>
    <w:rsid w:val="00B53D29"/>
    <w:rsid w:val="00B60A2E"/>
    <w:rsid w:val="00B740FD"/>
    <w:rsid w:val="00B91964"/>
    <w:rsid w:val="00BA0782"/>
    <w:rsid w:val="00BA1DAB"/>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5729B"/>
    <w:rsid w:val="00C74D7E"/>
    <w:rsid w:val="00C7764D"/>
    <w:rsid w:val="00C85DC3"/>
    <w:rsid w:val="00C85E63"/>
    <w:rsid w:val="00C90F52"/>
    <w:rsid w:val="00C92C99"/>
    <w:rsid w:val="00C92F9E"/>
    <w:rsid w:val="00C96DE6"/>
    <w:rsid w:val="00C97B7C"/>
    <w:rsid w:val="00CB3E83"/>
    <w:rsid w:val="00CC0F91"/>
    <w:rsid w:val="00CC10A6"/>
    <w:rsid w:val="00CC7CE2"/>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35EFC"/>
    <w:rsid w:val="00D401ED"/>
    <w:rsid w:val="00D41770"/>
    <w:rsid w:val="00D47311"/>
    <w:rsid w:val="00D64582"/>
    <w:rsid w:val="00D70C33"/>
    <w:rsid w:val="00D766B7"/>
    <w:rsid w:val="00D7750E"/>
    <w:rsid w:val="00D81355"/>
    <w:rsid w:val="00D83DF1"/>
    <w:rsid w:val="00D843D0"/>
    <w:rsid w:val="00D9405E"/>
    <w:rsid w:val="00DA7BEF"/>
    <w:rsid w:val="00DB2129"/>
    <w:rsid w:val="00DC0635"/>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0858"/>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355A"/>
    <w:rsid w:val="00F6482F"/>
    <w:rsid w:val="00F7301B"/>
    <w:rsid w:val="00F736F9"/>
    <w:rsid w:val="00F7537B"/>
    <w:rsid w:val="00F8407D"/>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F38A19"/>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840077061">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1EF24-84BB-472A-AB94-3E02CC499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2</TotalTime>
  <Pages>1</Pages>
  <Words>209</Words>
  <Characters>1578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Соболева Юлия Сергеевна</cp:lastModifiedBy>
  <cp:revision>3</cp:revision>
  <cp:lastPrinted>2023-06-19T10:15:00Z</cp:lastPrinted>
  <dcterms:created xsi:type="dcterms:W3CDTF">2023-10-11T07:54:00Z</dcterms:created>
  <dcterms:modified xsi:type="dcterms:W3CDTF">2023-10-17T08:37:00Z</dcterms:modified>
</cp:coreProperties>
</file>